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067DA" w14:textId="77777777" w:rsidR="00411592" w:rsidRDefault="00411592" w:rsidP="00411592">
      <w:pPr>
        <w:spacing w:line="276" w:lineRule="auto"/>
      </w:pPr>
      <w:r>
        <w:t>Name: ______________________________</w:t>
      </w:r>
      <w:r>
        <w:tab/>
      </w:r>
      <w:r>
        <w:tab/>
        <w:t>Period: __________</w:t>
      </w:r>
      <w:r>
        <w:tab/>
      </w:r>
      <w:r>
        <w:tab/>
        <w:t>Date: _____________</w:t>
      </w:r>
    </w:p>
    <w:p w14:paraId="7B0CD009" w14:textId="77777777" w:rsidR="00411592" w:rsidRDefault="00411592" w:rsidP="00411592">
      <w:pPr>
        <w:spacing w:line="276" w:lineRule="auto"/>
      </w:pPr>
    </w:p>
    <w:p w14:paraId="3595F22A" w14:textId="77777777" w:rsidR="00411592" w:rsidRPr="00411592" w:rsidRDefault="00EE3EF1" w:rsidP="00411592">
      <w:pPr>
        <w:spacing w:line="276" w:lineRule="auto"/>
        <w:jc w:val="center"/>
        <w:rPr>
          <w:b/>
          <w:sz w:val="44"/>
          <w:szCs w:val="44"/>
        </w:rPr>
      </w:pPr>
      <w:r>
        <w:rPr>
          <w:b/>
          <w:sz w:val="44"/>
          <w:szCs w:val="44"/>
        </w:rPr>
        <w:t>Introduction to Lewis Dot Diagrams</w:t>
      </w:r>
    </w:p>
    <w:p w14:paraId="547809B3" w14:textId="77777777" w:rsidR="00411592" w:rsidRDefault="00411592" w:rsidP="00411592">
      <w:pPr>
        <w:spacing w:line="276" w:lineRule="auto"/>
      </w:pPr>
    </w:p>
    <w:p w14:paraId="1C190D11" w14:textId="77777777" w:rsidR="00EE3EF1" w:rsidRDefault="00EE3EF1" w:rsidP="00EE3EF1">
      <w:pPr>
        <w:rPr>
          <w:rFonts w:ascii="Arial" w:hAnsi="Arial"/>
          <w:sz w:val="28"/>
        </w:rPr>
      </w:pPr>
      <w:r>
        <w:rPr>
          <w:rFonts w:ascii="Arial" w:hAnsi="Arial"/>
          <w:b/>
          <w:sz w:val="28"/>
          <w:u w:val="single"/>
        </w:rPr>
        <w:t>Information</w:t>
      </w:r>
      <w:r>
        <w:rPr>
          <w:rFonts w:ascii="Arial" w:hAnsi="Arial"/>
          <w:sz w:val="28"/>
        </w:rPr>
        <w:t>: Drawing Covalent Compounds</w:t>
      </w:r>
    </w:p>
    <w:p w14:paraId="08171461" w14:textId="77777777" w:rsidR="00EE3EF1" w:rsidRDefault="00EE3EF1" w:rsidP="00EE3EF1"/>
    <w:p w14:paraId="7875807C" w14:textId="77777777" w:rsidR="00EE3EF1" w:rsidRDefault="00EE3EF1" w:rsidP="00EE3EF1">
      <w:r>
        <w:t>For covalent bonding, we often want to draw how the atoms share electrons in the molecule.  For example, consider CCl</w:t>
      </w:r>
      <w:r>
        <w:rPr>
          <w:vertAlign w:val="subscript"/>
        </w:rPr>
        <w:t>4</w:t>
      </w:r>
      <w:r>
        <w:t xml:space="preserve"> and NF</w:t>
      </w:r>
      <w:r>
        <w:rPr>
          <w:vertAlign w:val="subscript"/>
        </w:rPr>
        <w:t>3</w:t>
      </w:r>
      <w:r>
        <w:t xml:space="preserve"> as drawn below:</w:t>
      </w:r>
    </w:p>
    <w:p w14:paraId="4ECF1E8A" w14:textId="77777777" w:rsidR="00EE3EF1" w:rsidRDefault="00EE3EF1" w:rsidP="00EE3EF1">
      <w:r>
        <w:rPr>
          <w:noProof/>
        </w:rPr>
        <w:drawing>
          <wp:inline distT="0" distB="0" distL="0" distR="0" wp14:anchorId="219D0AB5" wp14:editId="20B080EC">
            <wp:extent cx="6388100" cy="1231900"/>
            <wp:effectExtent l="0" t="0" r="12700" b="12700"/>
            <wp:docPr id="289" name="Picture 289" descr="/var/folders/vy/24gwhyj51c98sr6b1gc0qnsr0000gn/T/com.skitch.skitch/DMD767DB296-C263-45E2-8E2B-52EFEEBF5939/ChemQuests__Compatibility_Mod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vy/24gwhyj51c98sr6b1gc0qnsr0000gn/T/com.skitch.skitch/DMD767DB296-C263-45E2-8E2B-52EFEEBF5939/ChemQuests__Compatibility_Mode_.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8100" cy="1231900"/>
                    </a:xfrm>
                    <a:prstGeom prst="rect">
                      <a:avLst/>
                    </a:prstGeom>
                    <a:noFill/>
                    <a:ln>
                      <a:noFill/>
                    </a:ln>
                  </pic:spPr>
                </pic:pic>
              </a:graphicData>
            </a:graphic>
          </wp:inline>
        </w:drawing>
      </w:r>
    </w:p>
    <w:p w14:paraId="7AD379F5" w14:textId="77777777" w:rsidR="00EE3EF1" w:rsidRDefault="00EE3EF1" w:rsidP="00EE3EF1">
      <w:r>
        <w:t>Notice that the atoms share electrons so that they all have 8 electrons.  If you count the electrons around carbon, you will get a total of eight (each line is two electrons).  If you count the electrons around each chlorine atom, you will find that there are eight of them.</w:t>
      </w:r>
    </w:p>
    <w:p w14:paraId="1DFAA670" w14:textId="77777777" w:rsidR="00EE3EF1" w:rsidRDefault="00EE3EF1" w:rsidP="00EE3EF1"/>
    <w:p w14:paraId="33CFE909" w14:textId="77777777" w:rsidR="00EE3EF1" w:rsidRDefault="00EE3EF1" w:rsidP="00EE3EF1">
      <w:pPr>
        <w:rPr>
          <w:rFonts w:ascii="Arial" w:hAnsi="Arial"/>
          <w:sz w:val="28"/>
        </w:rPr>
      </w:pPr>
      <w:r>
        <w:rPr>
          <w:rFonts w:ascii="Arial" w:hAnsi="Arial"/>
          <w:b/>
          <w:sz w:val="28"/>
          <w:u w:val="single"/>
        </w:rPr>
        <w:t>Critical Thinking Questions</w:t>
      </w:r>
    </w:p>
    <w:p w14:paraId="4A2BC9A6" w14:textId="77777777" w:rsidR="00EE3EF1" w:rsidRDefault="00EE3EF1" w:rsidP="00EE3EF1">
      <w:pPr>
        <w:ind w:left="360"/>
      </w:pPr>
    </w:p>
    <w:p w14:paraId="0CE3B4CF" w14:textId="77777777" w:rsidR="00EE3EF1" w:rsidRDefault="00EE3EF1" w:rsidP="00EE3EF1">
      <w:pPr>
        <w:numPr>
          <w:ilvl w:val="0"/>
          <w:numId w:val="1"/>
        </w:numPr>
      </w:pPr>
      <w:r>
        <w:t>How many valence electrons does a carbon atom have (before it bonds)?  Hint: find this based on carbon’s column on the periodic table.</w:t>
      </w:r>
    </w:p>
    <w:p w14:paraId="169C11F7" w14:textId="77777777" w:rsidR="00EE3EF1" w:rsidRDefault="00EE3EF1" w:rsidP="00EE3EF1"/>
    <w:p w14:paraId="7C69DD02" w14:textId="77777777" w:rsidR="00EE3EF1" w:rsidRDefault="00EE3EF1" w:rsidP="00EE3EF1"/>
    <w:p w14:paraId="0450A358" w14:textId="77777777" w:rsidR="00EE3EF1" w:rsidRDefault="00EE3EF1" w:rsidP="00EE3EF1">
      <w:pPr>
        <w:numPr>
          <w:ilvl w:val="0"/>
          <w:numId w:val="1"/>
        </w:numPr>
      </w:pPr>
      <w:r>
        <w:t>How many valence electrons does a chlorine atom have (before it bonds)?</w:t>
      </w:r>
    </w:p>
    <w:p w14:paraId="24972623" w14:textId="77777777" w:rsidR="00EE3EF1" w:rsidRDefault="00EE3EF1" w:rsidP="00EE3EF1"/>
    <w:p w14:paraId="559EC4E9" w14:textId="77777777" w:rsidR="00EE3EF1" w:rsidRDefault="00EE3EF1" w:rsidP="00EE3EF1"/>
    <w:p w14:paraId="46F50153" w14:textId="77777777" w:rsidR="00EE3EF1" w:rsidRDefault="00EE3EF1" w:rsidP="00EE3EF1">
      <w:pPr>
        <w:numPr>
          <w:ilvl w:val="0"/>
          <w:numId w:val="1"/>
        </w:numPr>
      </w:pPr>
      <w:r>
        <w:t>Since CCl</w:t>
      </w:r>
      <w:r>
        <w:rPr>
          <w:vertAlign w:val="subscript"/>
        </w:rPr>
        <w:t>4</w:t>
      </w:r>
      <w:r>
        <w:t xml:space="preserve"> is made up of one carbon and four chlorine atoms, how many total valence electrons does CCl</w:t>
      </w:r>
      <w:r>
        <w:rPr>
          <w:vertAlign w:val="subscript"/>
        </w:rPr>
        <w:t>4</w:t>
      </w:r>
      <w:r>
        <w:t xml:space="preserve"> have?  Hint: add your answer to question 1 and four times your answer to question 2.</w:t>
      </w:r>
    </w:p>
    <w:p w14:paraId="4040AF75" w14:textId="77777777" w:rsidR="00EE3EF1" w:rsidRDefault="00EE3EF1" w:rsidP="00EE3EF1"/>
    <w:p w14:paraId="0C980156" w14:textId="77777777" w:rsidR="00EE3EF1" w:rsidRDefault="00EE3EF1" w:rsidP="00EE3EF1"/>
    <w:p w14:paraId="3E77EDF3" w14:textId="77777777" w:rsidR="00EE3EF1" w:rsidRDefault="00EE3EF1" w:rsidP="00EE3EF1">
      <w:pPr>
        <w:numPr>
          <w:ilvl w:val="0"/>
          <w:numId w:val="1"/>
        </w:numPr>
      </w:pPr>
      <w:r>
        <w:t>Verify that there are 32 electrons pictured in the drawing of CCl</w:t>
      </w:r>
      <w:r>
        <w:rPr>
          <w:vertAlign w:val="subscript"/>
        </w:rPr>
        <w:t>4</w:t>
      </w:r>
      <w:r>
        <w:t>.</w:t>
      </w:r>
    </w:p>
    <w:p w14:paraId="19F0557A" w14:textId="77777777" w:rsidR="00EE3EF1" w:rsidRDefault="00EE3EF1" w:rsidP="00EE3EF1"/>
    <w:p w14:paraId="340BE6C3" w14:textId="77777777" w:rsidR="00EE3EF1" w:rsidRDefault="00EE3EF1" w:rsidP="00EE3EF1"/>
    <w:p w14:paraId="47A09E95" w14:textId="77777777" w:rsidR="00EE3EF1" w:rsidRDefault="00EE3EF1" w:rsidP="00EE3EF1">
      <w:pPr>
        <w:numPr>
          <w:ilvl w:val="0"/>
          <w:numId w:val="1"/>
        </w:numPr>
      </w:pPr>
      <w:r>
        <w:t>Find the sum of all the valence electrons for NF</w:t>
      </w:r>
      <w:r>
        <w:rPr>
          <w:vertAlign w:val="subscript"/>
        </w:rPr>
        <w:t>3</w:t>
      </w:r>
      <w:r>
        <w:t>.  (Add how many valence electrons one nitrogen atom has with the valence electrons for three fluorine atoms.)</w:t>
      </w:r>
    </w:p>
    <w:p w14:paraId="77F08880" w14:textId="77777777" w:rsidR="00EE3EF1" w:rsidRDefault="00EE3EF1" w:rsidP="00EE3EF1"/>
    <w:p w14:paraId="61B1968D" w14:textId="77777777" w:rsidR="00EE3EF1" w:rsidRDefault="00EE3EF1" w:rsidP="00EE3EF1"/>
    <w:p w14:paraId="74E98965" w14:textId="77777777" w:rsidR="00EE3EF1" w:rsidRDefault="00EE3EF1" w:rsidP="00EE3EF1">
      <w:pPr>
        <w:numPr>
          <w:ilvl w:val="0"/>
          <w:numId w:val="1"/>
        </w:numPr>
      </w:pPr>
      <w:r>
        <w:t>How many electrons are pictured in the drawing of NF</w:t>
      </w:r>
      <w:r>
        <w:rPr>
          <w:vertAlign w:val="subscript"/>
        </w:rPr>
        <w:t>3</w:t>
      </w:r>
      <w:r>
        <w:t xml:space="preserve"> above?</w:t>
      </w:r>
    </w:p>
    <w:p w14:paraId="3E48D04B" w14:textId="77777777" w:rsidR="00EE3EF1" w:rsidRDefault="00EE3EF1" w:rsidP="00EE3EF1"/>
    <w:p w14:paraId="0A6B969B" w14:textId="77777777" w:rsidR="00EE3EF1" w:rsidRDefault="00EE3EF1" w:rsidP="00EE3EF1"/>
    <w:p w14:paraId="5C7D651D" w14:textId="77777777" w:rsidR="00EE3EF1" w:rsidRDefault="00EE3EF1" w:rsidP="00EE3EF1"/>
    <w:p w14:paraId="519CFB33" w14:textId="77777777" w:rsidR="00EE3EF1" w:rsidRDefault="00EE3EF1" w:rsidP="00EE3EF1">
      <w:pPr>
        <w:numPr>
          <w:ilvl w:val="0"/>
          <w:numId w:val="1"/>
        </w:numPr>
      </w:pPr>
      <w:r>
        <w:t>In CCl</w:t>
      </w:r>
      <w:r>
        <w:rPr>
          <w:vertAlign w:val="subscript"/>
        </w:rPr>
        <w:t>4</w:t>
      </w:r>
      <w:r>
        <w:t xml:space="preserve"> carbon is the “central atom”.  In NF</w:t>
      </w:r>
      <w:r>
        <w:rPr>
          <w:vertAlign w:val="subscript"/>
        </w:rPr>
        <w:t>3</w:t>
      </w:r>
      <w:r>
        <w:t xml:space="preserve"> nitrogen is the “central atom”.  What is meant by “central atom”?</w:t>
      </w:r>
    </w:p>
    <w:p w14:paraId="0E5DC26D" w14:textId="77777777" w:rsidR="00EE3EF1" w:rsidRDefault="00EE3EF1" w:rsidP="00EE3EF1"/>
    <w:p w14:paraId="3DF87C7B" w14:textId="77777777" w:rsidR="00EE3EF1" w:rsidRDefault="00EE3EF1" w:rsidP="00EE3EF1">
      <w:pPr>
        <w:numPr>
          <w:ilvl w:val="0"/>
          <w:numId w:val="1"/>
        </w:numPr>
      </w:pPr>
      <w:r>
        <w:lastRenderedPageBreak/>
        <w:t>In SF</w:t>
      </w:r>
      <w:r>
        <w:rPr>
          <w:vertAlign w:val="subscript"/>
        </w:rPr>
        <w:t>3</w:t>
      </w:r>
      <w:r>
        <w:t xml:space="preserve"> sulfur is the central atom.  You can tell which atom is the central atom simply by looking at the formula.  How does the formula give away which atom is the central atom?</w:t>
      </w:r>
    </w:p>
    <w:p w14:paraId="00CC4CF6" w14:textId="77777777" w:rsidR="00EE3EF1" w:rsidRDefault="00EE3EF1" w:rsidP="00EE3EF1">
      <w:pPr>
        <w:ind w:left="360"/>
      </w:pPr>
    </w:p>
    <w:p w14:paraId="38B1176A" w14:textId="77777777" w:rsidR="00EE3EF1" w:rsidRDefault="00EE3EF1" w:rsidP="00EE3EF1">
      <w:pPr>
        <w:ind w:left="360"/>
      </w:pPr>
    </w:p>
    <w:p w14:paraId="7CDC1120" w14:textId="77777777" w:rsidR="00EE3EF1" w:rsidRDefault="00EE3EF1" w:rsidP="00EE3EF1">
      <w:pPr>
        <w:ind w:left="360"/>
      </w:pPr>
    </w:p>
    <w:p w14:paraId="2189F934" w14:textId="77777777" w:rsidR="00EE3EF1" w:rsidRDefault="00EE3EF1" w:rsidP="00EE3EF1">
      <w:pPr>
        <w:ind w:left="360"/>
      </w:pPr>
    </w:p>
    <w:p w14:paraId="452A0E0A" w14:textId="77777777" w:rsidR="00EE3EF1" w:rsidRDefault="00EE3EF1" w:rsidP="00EE3EF1">
      <w:pPr>
        <w:numPr>
          <w:ilvl w:val="0"/>
          <w:numId w:val="1"/>
        </w:numPr>
      </w:pPr>
      <w:r>
        <w:t>Identify the central atom in each of the following molecules:</w:t>
      </w:r>
    </w:p>
    <w:p w14:paraId="796980C7" w14:textId="77777777" w:rsidR="00EE3EF1" w:rsidRDefault="00EE3EF1" w:rsidP="00EE3EF1">
      <w:pPr>
        <w:ind w:left="720" w:firstLine="720"/>
      </w:pPr>
      <w:r>
        <w:t>A) CO</w:t>
      </w:r>
      <w:r>
        <w:rPr>
          <w:vertAlign w:val="subscript"/>
        </w:rPr>
        <w:t>2</w:t>
      </w:r>
      <w:r>
        <w:tab/>
      </w:r>
      <w:r>
        <w:tab/>
      </w:r>
      <w:r>
        <w:tab/>
        <w:t>B) PH</w:t>
      </w:r>
      <w:r>
        <w:rPr>
          <w:vertAlign w:val="subscript"/>
        </w:rPr>
        <w:t>3</w:t>
      </w:r>
      <w:r>
        <w:tab/>
      </w:r>
      <w:r>
        <w:tab/>
      </w:r>
      <w:r>
        <w:tab/>
      </w:r>
      <w:r>
        <w:tab/>
        <w:t>C) SiO</w:t>
      </w:r>
      <w:r>
        <w:rPr>
          <w:vertAlign w:val="subscript"/>
        </w:rPr>
        <w:t>2</w:t>
      </w:r>
    </w:p>
    <w:p w14:paraId="5F7E48C1" w14:textId="77777777" w:rsidR="00EE3EF1" w:rsidRDefault="00EE3EF1" w:rsidP="00EE3EF1"/>
    <w:p w14:paraId="0AB9F4B3" w14:textId="77777777" w:rsidR="00EE3EF1" w:rsidRDefault="00EE3EF1" w:rsidP="00EE3EF1">
      <w:pPr>
        <w:ind w:left="360"/>
      </w:pPr>
      <w:r>
        <w:t xml:space="preserve"> </w:t>
      </w:r>
    </w:p>
    <w:p w14:paraId="1AED2FAD" w14:textId="77777777" w:rsidR="00EE3EF1" w:rsidRDefault="00EE3EF1" w:rsidP="00EE3EF1">
      <w:pPr>
        <w:ind w:left="360"/>
      </w:pPr>
    </w:p>
    <w:p w14:paraId="184ABF9D" w14:textId="77777777" w:rsidR="00EE3EF1" w:rsidRDefault="00EE3EF1" w:rsidP="00EE3EF1">
      <w:pPr>
        <w:numPr>
          <w:ilvl w:val="0"/>
          <w:numId w:val="1"/>
        </w:numPr>
      </w:pPr>
      <w:r>
        <w:t>For each of the compounds from question 9, add up how many valence electrons should be in the bonding picture. A is done for you.</w:t>
      </w:r>
    </w:p>
    <w:p w14:paraId="06A5B39E" w14:textId="77777777" w:rsidR="00EE3EF1" w:rsidRDefault="00EE3EF1" w:rsidP="00EE3EF1">
      <w:pPr>
        <w:ind w:left="1080"/>
      </w:pPr>
      <w:r>
        <w:t>A) CO</w:t>
      </w:r>
      <w:r>
        <w:rPr>
          <w:vertAlign w:val="subscript"/>
        </w:rPr>
        <w:t>2</w:t>
      </w:r>
      <w:r>
        <w:tab/>
      </w:r>
      <w:r>
        <w:tab/>
      </w:r>
      <w:r>
        <w:tab/>
      </w:r>
      <w:r>
        <w:tab/>
        <w:t>B) PH</w:t>
      </w:r>
      <w:r>
        <w:rPr>
          <w:vertAlign w:val="subscript"/>
        </w:rPr>
        <w:t>3</w:t>
      </w:r>
      <w:r>
        <w:tab/>
      </w:r>
      <w:r>
        <w:tab/>
      </w:r>
      <w:r>
        <w:tab/>
      </w:r>
      <w:r>
        <w:tab/>
      </w:r>
      <w:r>
        <w:tab/>
        <w:t>C) SiO</w:t>
      </w:r>
      <w:r>
        <w:rPr>
          <w:vertAlign w:val="subscript"/>
        </w:rPr>
        <w:t>2</w:t>
      </w:r>
    </w:p>
    <w:p w14:paraId="1DE8761D" w14:textId="77777777" w:rsidR="00EE3EF1" w:rsidRDefault="00EE3EF1" w:rsidP="00EE3EF1">
      <w:pPr>
        <w:ind w:left="360"/>
      </w:pPr>
      <w:r>
        <w:tab/>
      </w:r>
    </w:p>
    <w:p w14:paraId="7A07F579" w14:textId="77777777" w:rsidR="00EE3EF1" w:rsidRDefault="00EE3EF1" w:rsidP="00EE3EF1">
      <w:pPr>
        <w:ind w:left="360" w:firstLine="360"/>
        <w:rPr>
          <w:rFonts w:ascii="Bradley Hand ITC" w:hAnsi="Bradley Hand ITC"/>
          <w:b/>
          <w:sz w:val="32"/>
        </w:rPr>
      </w:pPr>
      <w:r>
        <w:t xml:space="preserve">    </w:t>
      </w:r>
      <w:r>
        <w:rPr>
          <w:rFonts w:ascii="Bradley Hand ITC" w:hAnsi="Bradley Hand ITC"/>
          <w:b/>
          <w:sz w:val="32"/>
        </w:rPr>
        <w:t>4+2(</w:t>
      </w:r>
      <w:proofErr w:type="gramStart"/>
      <w:r>
        <w:rPr>
          <w:rFonts w:ascii="Bradley Hand ITC" w:hAnsi="Bradley Hand ITC"/>
          <w:b/>
          <w:sz w:val="32"/>
        </w:rPr>
        <w:t>6)=</w:t>
      </w:r>
      <w:proofErr w:type="gramEnd"/>
      <w:r>
        <w:rPr>
          <w:rFonts w:ascii="Bradley Hand ITC" w:hAnsi="Bradley Hand ITC"/>
          <w:b/>
          <w:sz w:val="32"/>
        </w:rPr>
        <w:t>16</w:t>
      </w:r>
    </w:p>
    <w:p w14:paraId="1E6112FA" w14:textId="77777777" w:rsidR="00EE3EF1" w:rsidRDefault="00EE3EF1" w:rsidP="00EE3EF1">
      <w:pPr>
        <w:ind w:left="360"/>
      </w:pPr>
    </w:p>
    <w:p w14:paraId="0D21C994" w14:textId="77777777" w:rsidR="00EE3EF1" w:rsidRDefault="00EE3EF1" w:rsidP="00EE3EF1">
      <w:pPr>
        <w:numPr>
          <w:ilvl w:val="0"/>
          <w:numId w:val="1"/>
        </w:numPr>
      </w:pPr>
      <w:r>
        <w:t>The number of electrons that should appear in the bonding picture for CO</w:t>
      </w:r>
      <w:r>
        <w:rPr>
          <w:vertAlign w:val="subscript"/>
        </w:rPr>
        <w:t>3</w:t>
      </w:r>
      <w:r>
        <w:t xml:space="preserve"> is 22.  The number of electrons that appear in the picture for CO</w:t>
      </w:r>
      <w:r>
        <w:rPr>
          <w:vertAlign w:val="subscript"/>
        </w:rPr>
        <w:t>3</w:t>
      </w:r>
      <w:r>
        <w:rPr>
          <w:vertAlign w:val="superscript"/>
        </w:rPr>
        <w:t>2-</w:t>
      </w:r>
      <w:r>
        <w:t xml:space="preserve"> is 24.  </w:t>
      </w:r>
      <w:proofErr w:type="gramStart"/>
      <w:r>
        <w:t>Offer an explanation for</w:t>
      </w:r>
      <w:proofErr w:type="gramEnd"/>
      <w:r>
        <w:t xml:space="preserve"> why CO</w:t>
      </w:r>
      <w:r>
        <w:rPr>
          <w:vertAlign w:val="subscript"/>
        </w:rPr>
        <w:t>3</w:t>
      </w:r>
      <w:r>
        <w:rPr>
          <w:vertAlign w:val="superscript"/>
        </w:rPr>
        <w:t>2-</w:t>
      </w:r>
      <w:r>
        <w:t xml:space="preserve"> has 24 electrons instead of 22.  (Where did the extra two electrons come from?)</w:t>
      </w:r>
    </w:p>
    <w:p w14:paraId="643EF48D" w14:textId="77777777" w:rsidR="00EE3EF1" w:rsidRDefault="00EE3EF1" w:rsidP="00EE3EF1">
      <w:pPr>
        <w:ind w:left="360"/>
      </w:pPr>
    </w:p>
    <w:p w14:paraId="5E38B17E" w14:textId="77777777" w:rsidR="00EE3EF1" w:rsidRDefault="00EE3EF1" w:rsidP="00EE3EF1">
      <w:pPr>
        <w:ind w:left="360"/>
      </w:pPr>
    </w:p>
    <w:p w14:paraId="3FFE1AAC" w14:textId="77777777" w:rsidR="00EE3EF1" w:rsidRDefault="00EE3EF1" w:rsidP="00EE3EF1">
      <w:pPr>
        <w:ind w:left="360"/>
      </w:pPr>
    </w:p>
    <w:p w14:paraId="1252018B" w14:textId="77777777" w:rsidR="00EE3EF1" w:rsidRDefault="00EE3EF1" w:rsidP="00EE3EF1">
      <w:pPr>
        <w:ind w:left="360"/>
      </w:pPr>
    </w:p>
    <w:p w14:paraId="6F11E8CA" w14:textId="77777777" w:rsidR="00EE3EF1" w:rsidRDefault="00EE3EF1" w:rsidP="00EE3EF1">
      <w:pPr>
        <w:numPr>
          <w:ilvl w:val="0"/>
          <w:numId w:val="1"/>
        </w:numPr>
      </w:pPr>
      <w:r>
        <w:t>The number of electrons that should be included in the picture of NH</w:t>
      </w:r>
      <w:r>
        <w:rPr>
          <w:vertAlign w:val="subscript"/>
        </w:rPr>
        <w:t>4</w:t>
      </w:r>
      <w:r>
        <w:t xml:space="preserve"> is 9.  The number of electrons in the picture for NH</w:t>
      </w:r>
      <w:r>
        <w:rPr>
          <w:vertAlign w:val="subscript"/>
        </w:rPr>
        <w:t>4</w:t>
      </w:r>
      <w:r>
        <w:rPr>
          <w:vertAlign w:val="superscript"/>
        </w:rPr>
        <w:t>+</w:t>
      </w:r>
      <w:r>
        <w:t xml:space="preserve"> is 8.  </w:t>
      </w:r>
      <w:proofErr w:type="gramStart"/>
      <w:r>
        <w:t>Offer an explanation for</w:t>
      </w:r>
      <w:proofErr w:type="gramEnd"/>
      <w:r>
        <w:t xml:space="preserve"> why NH</w:t>
      </w:r>
      <w:r>
        <w:rPr>
          <w:vertAlign w:val="subscript"/>
        </w:rPr>
        <w:t>4</w:t>
      </w:r>
      <w:r>
        <w:rPr>
          <w:vertAlign w:val="superscript"/>
        </w:rPr>
        <w:t>+</w:t>
      </w:r>
      <w:r>
        <w:t xml:space="preserve"> has 8 electrons instead of 9.</w:t>
      </w:r>
    </w:p>
    <w:p w14:paraId="1D1C8F89" w14:textId="77777777" w:rsidR="00EE3EF1" w:rsidRDefault="00EE3EF1" w:rsidP="00EE3EF1">
      <w:pPr>
        <w:ind w:left="360"/>
      </w:pPr>
    </w:p>
    <w:p w14:paraId="6BBB41E0" w14:textId="77777777" w:rsidR="00EE3EF1" w:rsidRDefault="00EE3EF1" w:rsidP="00EE3EF1">
      <w:pPr>
        <w:ind w:left="360"/>
      </w:pPr>
    </w:p>
    <w:p w14:paraId="09DB16AE" w14:textId="77777777" w:rsidR="00EE3EF1" w:rsidRDefault="00EE3EF1" w:rsidP="00EE3EF1">
      <w:pPr>
        <w:ind w:left="360"/>
      </w:pPr>
    </w:p>
    <w:p w14:paraId="3501BEB2" w14:textId="77777777" w:rsidR="00EE3EF1" w:rsidRDefault="00EE3EF1" w:rsidP="00EE3EF1">
      <w:pPr>
        <w:numPr>
          <w:ilvl w:val="0"/>
          <w:numId w:val="1"/>
        </w:numPr>
      </w:pPr>
      <w:r>
        <w:t xml:space="preserve">Considering questions 11 and 12, we can formulate a rule: For each negative charge on a </w:t>
      </w:r>
    </w:p>
    <w:p w14:paraId="1EFD6FF5" w14:textId="77777777" w:rsidR="00EE3EF1" w:rsidRDefault="00EE3EF1" w:rsidP="00EE3EF1">
      <w:pPr>
        <w:ind w:left="360"/>
      </w:pPr>
    </w:p>
    <w:p w14:paraId="7BBCD3CE" w14:textId="77777777" w:rsidR="00EE3EF1" w:rsidRDefault="00EE3EF1" w:rsidP="00EE3EF1">
      <w:pPr>
        <w:ind w:left="360" w:firstLine="360"/>
      </w:pPr>
      <w:r>
        <w:t xml:space="preserve">polyatomic ion, we must ______________ an electron and for each positive charge we must </w:t>
      </w:r>
    </w:p>
    <w:p w14:paraId="161682D2" w14:textId="77777777" w:rsidR="00EE3EF1" w:rsidRDefault="00EE3EF1" w:rsidP="00EE3EF1">
      <w:pPr>
        <w:ind w:left="720"/>
      </w:pPr>
      <w:r>
        <w:rPr>
          <w:vertAlign w:val="superscript"/>
        </w:rPr>
        <w:t xml:space="preserve">      </w:t>
      </w:r>
      <w:r>
        <w:rPr>
          <w:vertAlign w:val="superscript"/>
        </w:rPr>
        <w:tab/>
      </w:r>
      <w:r>
        <w:rPr>
          <w:vertAlign w:val="superscript"/>
        </w:rPr>
        <w:tab/>
        <w:t xml:space="preserve">    </w:t>
      </w:r>
      <w:r>
        <w:rPr>
          <w:vertAlign w:val="superscript"/>
        </w:rPr>
        <w:tab/>
      </w:r>
      <w:r>
        <w:rPr>
          <w:vertAlign w:val="superscript"/>
        </w:rPr>
        <w:tab/>
        <w:t>add or subtract</w:t>
      </w:r>
    </w:p>
    <w:p w14:paraId="78A564DD" w14:textId="77777777" w:rsidR="00EE3EF1" w:rsidRDefault="00EE3EF1" w:rsidP="00EE3EF1">
      <w:pPr>
        <w:ind w:left="720"/>
      </w:pPr>
      <w:r>
        <w:t>_____________ an electron.</w:t>
      </w:r>
    </w:p>
    <w:p w14:paraId="7C1B636C" w14:textId="77777777" w:rsidR="00EE3EF1" w:rsidRDefault="00EE3EF1" w:rsidP="00EE3EF1">
      <w:pPr>
        <w:ind w:left="720"/>
        <w:rPr>
          <w:vertAlign w:val="superscript"/>
        </w:rPr>
      </w:pPr>
      <w:r>
        <w:rPr>
          <w:vertAlign w:val="superscript"/>
        </w:rPr>
        <w:t xml:space="preserve">      add or subtract</w:t>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p>
    <w:p w14:paraId="41C2313A" w14:textId="77777777" w:rsidR="00EE3EF1" w:rsidRDefault="00EE3EF1" w:rsidP="00EE3EF1">
      <w:pPr>
        <w:ind w:left="360"/>
      </w:pPr>
    </w:p>
    <w:p w14:paraId="51E755D0" w14:textId="77777777" w:rsidR="00EE3EF1" w:rsidRDefault="00EE3EF1" w:rsidP="00EE3EF1">
      <w:pPr>
        <w:numPr>
          <w:ilvl w:val="0"/>
          <w:numId w:val="1"/>
        </w:numPr>
      </w:pPr>
      <w:r>
        <w:t>For each of the polyatomic ions or molecules below, determine the total number of valence electrons.</w:t>
      </w:r>
    </w:p>
    <w:p w14:paraId="32D3DAF0" w14:textId="77777777" w:rsidR="00EE3EF1" w:rsidRDefault="00EE3EF1" w:rsidP="00EE3EF1"/>
    <w:p w14:paraId="048302E1" w14:textId="77777777" w:rsidR="00EE3EF1" w:rsidRDefault="00EE3EF1" w:rsidP="00EE3EF1">
      <w:pPr>
        <w:ind w:left="720"/>
      </w:pPr>
      <w:r>
        <w:t>a) NO</w:t>
      </w:r>
      <w:r>
        <w:rPr>
          <w:vertAlign w:val="subscript"/>
        </w:rPr>
        <w:t>3</w:t>
      </w:r>
      <w:r>
        <w:rPr>
          <w:vertAlign w:val="superscript"/>
        </w:rPr>
        <w:t>-</w:t>
      </w:r>
      <w:r>
        <w:tab/>
      </w:r>
      <w:r>
        <w:tab/>
      </w:r>
      <w:r>
        <w:tab/>
        <w:t>b) SCl</w:t>
      </w:r>
      <w:r>
        <w:rPr>
          <w:vertAlign w:val="subscript"/>
        </w:rPr>
        <w:t>4</w:t>
      </w:r>
      <w:r>
        <w:tab/>
      </w:r>
      <w:r>
        <w:tab/>
      </w:r>
      <w:r>
        <w:tab/>
        <w:t>c) H</w:t>
      </w:r>
      <w:r>
        <w:rPr>
          <w:vertAlign w:val="subscript"/>
        </w:rPr>
        <w:t>3</w:t>
      </w:r>
      <w:r>
        <w:t>O</w:t>
      </w:r>
      <w:r>
        <w:rPr>
          <w:vertAlign w:val="superscript"/>
        </w:rPr>
        <w:t>+</w:t>
      </w:r>
      <w:r>
        <w:tab/>
      </w:r>
      <w:r>
        <w:tab/>
        <w:t>d) PO</w:t>
      </w:r>
      <w:r>
        <w:rPr>
          <w:vertAlign w:val="subscript"/>
        </w:rPr>
        <w:t>4</w:t>
      </w:r>
      <w:r>
        <w:rPr>
          <w:vertAlign w:val="superscript"/>
        </w:rPr>
        <w:t>3-</w:t>
      </w:r>
    </w:p>
    <w:p w14:paraId="3112357A" w14:textId="77777777" w:rsidR="00EE3EF1" w:rsidRDefault="00EE3EF1" w:rsidP="00EE3EF1"/>
    <w:p w14:paraId="229A4497" w14:textId="77777777" w:rsidR="00EE3EF1" w:rsidRDefault="00EE3EF1" w:rsidP="00EE3EF1">
      <w:pPr>
        <w:rPr>
          <w:rFonts w:ascii="Arial" w:hAnsi="Arial"/>
          <w:b/>
          <w:sz w:val="28"/>
          <w:u w:val="single"/>
        </w:rPr>
      </w:pPr>
    </w:p>
    <w:p w14:paraId="13462256" w14:textId="77777777" w:rsidR="00EE3EF1" w:rsidRDefault="00EE3EF1" w:rsidP="00EE3EF1">
      <w:pPr>
        <w:rPr>
          <w:rFonts w:ascii="Arial" w:hAnsi="Arial"/>
          <w:b/>
          <w:sz w:val="28"/>
          <w:u w:val="single"/>
        </w:rPr>
      </w:pPr>
    </w:p>
    <w:p w14:paraId="049FE9AE" w14:textId="77777777" w:rsidR="00EE3EF1" w:rsidRDefault="00EE3EF1" w:rsidP="00EE3EF1">
      <w:pPr>
        <w:rPr>
          <w:rFonts w:ascii="Arial" w:hAnsi="Arial"/>
          <w:b/>
          <w:sz w:val="28"/>
          <w:u w:val="single"/>
        </w:rPr>
      </w:pPr>
    </w:p>
    <w:p w14:paraId="05D460AD" w14:textId="77777777" w:rsidR="00EE3EF1" w:rsidRDefault="00EE3EF1" w:rsidP="00EE3EF1">
      <w:pPr>
        <w:rPr>
          <w:rFonts w:ascii="Arial" w:hAnsi="Arial"/>
          <w:b/>
          <w:sz w:val="28"/>
          <w:u w:val="single"/>
        </w:rPr>
      </w:pPr>
      <w:bookmarkStart w:id="0" w:name="_GoBack"/>
      <w:bookmarkEnd w:id="0"/>
    </w:p>
    <w:p w14:paraId="3F8D839F" w14:textId="77777777" w:rsidR="00EE3EF1" w:rsidRDefault="00EE3EF1" w:rsidP="00EE3EF1">
      <w:pPr>
        <w:rPr>
          <w:rFonts w:ascii="Arial" w:hAnsi="Arial"/>
          <w:b/>
          <w:sz w:val="28"/>
          <w:u w:val="single"/>
        </w:rPr>
      </w:pPr>
    </w:p>
    <w:p w14:paraId="32FF3C23" w14:textId="77777777" w:rsidR="00EE3EF1" w:rsidRDefault="00EE3EF1" w:rsidP="00EE3EF1">
      <w:pPr>
        <w:rPr>
          <w:rFonts w:ascii="Arial" w:hAnsi="Arial"/>
          <w:sz w:val="28"/>
        </w:rPr>
      </w:pPr>
      <w:r>
        <w:rPr>
          <w:rFonts w:ascii="Arial" w:hAnsi="Arial"/>
          <w:b/>
          <w:sz w:val="28"/>
          <w:u w:val="single"/>
        </w:rPr>
        <w:t>Information</w:t>
      </w:r>
      <w:r>
        <w:rPr>
          <w:rFonts w:ascii="Arial" w:hAnsi="Arial"/>
          <w:sz w:val="28"/>
        </w:rPr>
        <w:t>: Steps for Drawing Lewis Structures for Covalent Compounds</w:t>
      </w:r>
    </w:p>
    <w:p w14:paraId="04B2C83C" w14:textId="77777777" w:rsidR="00EE3EF1" w:rsidRDefault="00EE3EF1" w:rsidP="00EE3EF1"/>
    <w:p w14:paraId="59B85E24" w14:textId="77777777" w:rsidR="00EE3EF1" w:rsidRDefault="00EE3EF1" w:rsidP="00EE3EF1">
      <w:r>
        <w:t>Study the two examples in the table of how to write structures for CO</w:t>
      </w:r>
      <w:r>
        <w:rPr>
          <w:vertAlign w:val="subscript"/>
        </w:rPr>
        <w:t>3</w:t>
      </w:r>
      <w:r>
        <w:rPr>
          <w:vertAlign w:val="superscript"/>
        </w:rPr>
        <w:t>2-</w:t>
      </w:r>
      <w:r>
        <w:t xml:space="preserve"> and NH</w:t>
      </w:r>
      <w:r>
        <w:rPr>
          <w:vertAlign w:val="subscript"/>
        </w:rPr>
        <w:t>3</w:t>
      </w:r>
      <w:r>
        <w:t>.  Make sure you understand each of the five steps.</w:t>
      </w:r>
    </w:p>
    <w:p w14:paraId="11007BB3" w14:textId="77777777" w:rsidR="00EE3EF1" w:rsidRDefault="00EE3EF1" w:rsidP="00EE3EF1">
      <w:r>
        <w:rPr>
          <w:noProof/>
        </w:rPr>
        <w:drawing>
          <wp:inline distT="0" distB="0" distL="0" distR="0" wp14:anchorId="2E4E95EF" wp14:editId="17DAAE25">
            <wp:extent cx="6400800" cy="5537200"/>
            <wp:effectExtent l="0" t="0" r="0" b="0"/>
            <wp:docPr id="290" name="Picture 290" descr="/var/folders/vy/24gwhyj51c98sr6b1gc0qnsr0000gn/T/com.skitch.skitch/DMD6B05C642-3574-4B51-95A8-992A39BB9520/ChemQuests__Compatibility_Mod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r/folders/vy/24gwhyj51c98sr6b1gc0qnsr0000gn/T/com.skitch.skitch/DMD6B05C642-3574-4B51-95A8-992A39BB9520/ChemQuests__Compatibility_Mode_.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0" cy="5537200"/>
                    </a:xfrm>
                    <a:prstGeom prst="rect">
                      <a:avLst/>
                    </a:prstGeom>
                    <a:noFill/>
                    <a:ln>
                      <a:noFill/>
                    </a:ln>
                  </pic:spPr>
                </pic:pic>
              </a:graphicData>
            </a:graphic>
          </wp:inline>
        </w:drawing>
      </w:r>
    </w:p>
    <w:p w14:paraId="5A9635BA" w14:textId="77777777" w:rsidR="00EE3EF1" w:rsidRDefault="00EE3EF1" w:rsidP="00EE3EF1"/>
    <w:p w14:paraId="4F980726" w14:textId="77777777" w:rsidR="00EE3EF1" w:rsidRDefault="00EE3EF1" w:rsidP="00EE3EF1">
      <w:r>
        <w:rPr>
          <w:rFonts w:ascii="Arial" w:hAnsi="Arial"/>
          <w:b/>
          <w:sz w:val="28"/>
          <w:u w:val="single"/>
        </w:rPr>
        <w:t>Critical Thinking Questions</w:t>
      </w:r>
    </w:p>
    <w:p w14:paraId="165709D5" w14:textId="77777777" w:rsidR="00EE3EF1" w:rsidRDefault="00EE3EF1" w:rsidP="00EE3EF1"/>
    <w:p w14:paraId="2420FFBB" w14:textId="77777777" w:rsidR="00EE3EF1" w:rsidRDefault="00EE3EF1" w:rsidP="00EE3EF1">
      <w:pPr>
        <w:numPr>
          <w:ilvl w:val="0"/>
          <w:numId w:val="1"/>
        </w:numPr>
      </w:pPr>
      <w:r>
        <w:t>Write the Lewis Structure for nitrate, NO</w:t>
      </w:r>
      <w:r>
        <w:rPr>
          <w:vertAlign w:val="subscript"/>
        </w:rPr>
        <w:t>3</w:t>
      </w:r>
      <w:r>
        <w:rPr>
          <w:vertAlign w:val="superscript"/>
        </w:rPr>
        <w:t>-1</w:t>
      </w:r>
      <w:r>
        <w:t xml:space="preserve">.  Hint: when you are </w:t>
      </w:r>
      <w:proofErr w:type="gramStart"/>
      <w:r>
        <w:t>done</w:t>
      </w:r>
      <w:proofErr w:type="gramEnd"/>
      <w:r>
        <w:t xml:space="preserve"> it should look very similar to CO</w:t>
      </w:r>
      <w:r>
        <w:rPr>
          <w:vertAlign w:val="subscript"/>
        </w:rPr>
        <w:t>3</w:t>
      </w:r>
      <w:r>
        <w:rPr>
          <w:vertAlign w:val="superscript"/>
        </w:rPr>
        <w:t>2-</w:t>
      </w:r>
      <w:r>
        <w:t xml:space="preserve"> in the table above.</w:t>
      </w:r>
    </w:p>
    <w:p w14:paraId="20FF6A20" w14:textId="77777777" w:rsidR="00EE3EF1" w:rsidRDefault="00EE3EF1" w:rsidP="00EE3EF1">
      <w:pPr>
        <w:ind w:left="360"/>
      </w:pPr>
    </w:p>
    <w:p w14:paraId="01970227" w14:textId="77777777" w:rsidR="00EE3EF1" w:rsidRDefault="00EE3EF1" w:rsidP="00EE3EF1">
      <w:pPr>
        <w:ind w:left="360"/>
      </w:pPr>
    </w:p>
    <w:p w14:paraId="193A524F" w14:textId="77777777" w:rsidR="00EE3EF1" w:rsidRDefault="00EE3EF1" w:rsidP="00EE3EF1">
      <w:pPr>
        <w:ind w:left="360"/>
      </w:pPr>
    </w:p>
    <w:p w14:paraId="6D7466C2" w14:textId="77777777" w:rsidR="00EE3EF1" w:rsidRDefault="00EE3EF1" w:rsidP="00EE3EF1">
      <w:pPr>
        <w:numPr>
          <w:ilvl w:val="0"/>
          <w:numId w:val="1"/>
        </w:numPr>
      </w:pPr>
      <w:r>
        <w:t>Draw the Lewis Structure for SO</w:t>
      </w:r>
      <w:r>
        <w:rPr>
          <w:vertAlign w:val="subscript"/>
        </w:rPr>
        <w:t>2</w:t>
      </w:r>
      <w:r>
        <w:t>.</w:t>
      </w:r>
    </w:p>
    <w:p w14:paraId="2596FF73" w14:textId="77777777" w:rsidR="00EE3EF1" w:rsidRDefault="00EE3EF1" w:rsidP="00EE3EF1"/>
    <w:p w14:paraId="2CD2AE47" w14:textId="77777777" w:rsidR="00EE3EF1" w:rsidRDefault="00EE3EF1" w:rsidP="00EE3EF1"/>
    <w:p w14:paraId="2974A8EB" w14:textId="77777777" w:rsidR="00EE3EF1" w:rsidRDefault="00EE3EF1" w:rsidP="00EE3EF1"/>
    <w:p w14:paraId="7B811204" w14:textId="77777777" w:rsidR="00411592" w:rsidRDefault="00411592" w:rsidP="00411592">
      <w:pPr>
        <w:spacing w:line="276" w:lineRule="auto"/>
      </w:pPr>
    </w:p>
    <w:sectPr w:rsidR="00411592" w:rsidSect="00411592">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Bradley Hand ITC">
    <w:altName w:val="Bradley Hand"/>
    <w:charset w:val="00"/>
    <w:family w:val="script"/>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664CB"/>
    <w:multiLevelType w:val="hybridMultilevel"/>
    <w:tmpl w:val="676E834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EF1"/>
    <w:rsid w:val="000F12BF"/>
    <w:rsid w:val="00411592"/>
    <w:rsid w:val="00EE3EF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C596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3EF1"/>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0</TotalTime>
  <Pages>3</Pages>
  <Words>470</Words>
  <Characters>2685</Characters>
  <Application>Microsoft Macintosh Word</Application>
  <DocSecurity>0</DocSecurity>
  <Lines>22</Lines>
  <Paragraphs>6</Paragraphs>
  <ScaleCrop>false</ScaleCrop>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1</cp:revision>
  <dcterms:created xsi:type="dcterms:W3CDTF">2016-12-13T22:16:00Z</dcterms:created>
  <dcterms:modified xsi:type="dcterms:W3CDTF">2016-12-13T22:20:00Z</dcterms:modified>
</cp:coreProperties>
</file>